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BE395" w14:textId="469298D4" w:rsidR="00661D9E" w:rsidRPr="00D22BA4" w:rsidRDefault="00661D9E" w:rsidP="004B3777">
      <w:pPr>
        <w:ind w:left="-142"/>
        <w:rPr>
          <w:rFonts w:ascii="Calibri" w:eastAsia="Adobe Gothic Std B" w:hAnsi="Calibri" w:cstheme="majorBidi"/>
          <w:caps/>
          <w:color w:val="000000" w:themeColor="text1"/>
          <w:spacing w:val="10"/>
          <w:sz w:val="24"/>
        </w:rPr>
      </w:pPr>
    </w:p>
    <w:p w14:paraId="7836CB8E" w14:textId="77777777" w:rsidR="00CD298A" w:rsidRPr="00CD68F8" w:rsidRDefault="00CD298A" w:rsidP="004B3777">
      <w:pPr>
        <w:pStyle w:val="Section"/>
        <w:ind w:left="-142" w:right="-142"/>
        <w:rPr>
          <w:rFonts w:ascii="Calibri" w:eastAsia="Adobe Gothic Std B" w:hAnsi="Calibri"/>
          <w:i/>
          <w:noProof w:val="0"/>
          <w:color w:val="000000" w:themeColor="text1"/>
          <w:sz w:val="10"/>
        </w:rPr>
      </w:pPr>
    </w:p>
    <w:sdt>
      <w:sdtPr>
        <w:rPr>
          <w:b/>
          <w:color w:val="auto"/>
          <w:sz w:val="36"/>
        </w:rPr>
        <w:id w:val="169837657"/>
        <w:placeholder>
          <w:docPart w:val="2DB40ADA32F147979BD709998CABDC02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p w14:paraId="692BED4F" w14:textId="77777777" w:rsidR="00D36A99" w:rsidRPr="00D26CFB" w:rsidRDefault="00A56048" w:rsidP="00952F73">
          <w:pPr>
            <w:spacing w:line="240" w:lineRule="auto"/>
            <w:ind w:left="-142" w:right="-142"/>
            <w:rPr>
              <w:sz w:val="24"/>
            </w:rPr>
          </w:pPr>
          <w:r w:rsidRPr="00D26CFB">
            <w:rPr>
              <w:b/>
              <w:color w:val="auto"/>
              <w:sz w:val="36"/>
            </w:rPr>
            <w:t>Robin GUILLARD</w:t>
          </w:r>
        </w:p>
      </w:sdtContent>
    </w:sdt>
    <w:p w14:paraId="553BF119" w14:textId="59F82297" w:rsidR="00805A98" w:rsidRPr="00CD68F8" w:rsidRDefault="00FF4B6D" w:rsidP="00952F73">
      <w:pPr>
        <w:spacing w:line="240" w:lineRule="auto"/>
        <w:ind w:left="-142" w:right="-142"/>
        <w:rPr>
          <w:color w:val="auto"/>
          <w:sz w:val="22"/>
        </w:rPr>
      </w:pPr>
      <w:r>
        <w:rPr>
          <w:color w:val="auto"/>
          <w:sz w:val="22"/>
        </w:rPr>
        <w:t>1</w:t>
      </w:r>
      <w:r w:rsidR="00412E7A">
        <w:rPr>
          <w:color w:val="auto"/>
          <w:sz w:val="22"/>
        </w:rPr>
        <w:t>7</w:t>
      </w:r>
      <w:r>
        <w:rPr>
          <w:color w:val="auto"/>
          <w:sz w:val="22"/>
        </w:rPr>
        <w:t xml:space="preserve"> </w:t>
      </w:r>
      <w:r w:rsidR="0049663B">
        <w:rPr>
          <w:color w:val="auto"/>
          <w:sz w:val="22"/>
        </w:rPr>
        <w:t>Boulevard de Picpus</w:t>
      </w:r>
      <w:r w:rsidR="00D36A99" w:rsidRPr="00CD68F8">
        <w:rPr>
          <w:color w:val="auto"/>
          <w:sz w:val="22"/>
        </w:rPr>
        <w:t xml:space="preserve">, </w:t>
      </w:r>
      <w:r w:rsidR="00A56048" w:rsidRPr="00CD68F8">
        <w:rPr>
          <w:color w:val="auto"/>
          <w:sz w:val="22"/>
        </w:rPr>
        <w:t xml:space="preserve">             </w:t>
      </w:r>
    </w:p>
    <w:p w14:paraId="779D4084" w14:textId="71CDD766" w:rsidR="00805A98" w:rsidRPr="00E30496" w:rsidRDefault="00FF4B6D" w:rsidP="00952F73">
      <w:pPr>
        <w:spacing w:line="240" w:lineRule="auto"/>
        <w:ind w:left="-142" w:right="-142"/>
        <w:rPr>
          <w:color w:val="auto"/>
          <w:sz w:val="22"/>
          <w:lang w:val="en-US"/>
        </w:rPr>
      </w:pPr>
      <w:r w:rsidRPr="00E30496">
        <w:rPr>
          <w:color w:val="auto"/>
          <w:sz w:val="22"/>
          <w:lang w:val="en-US"/>
        </w:rPr>
        <w:t>7501</w:t>
      </w:r>
      <w:r w:rsidR="0049663B" w:rsidRPr="00E30496">
        <w:rPr>
          <w:color w:val="auto"/>
          <w:sz w:val="22"/>
          <w:lang w:val="en-US"/>
        </w:rPr>
        <w:t>2</w:t>
      </w:r>
      <w:r w:rsidRPr="00E30496">
        <w:rPr>
          <w:color w:val="auto"/>
          <w:sz w:val="22"/>
          <w:lang w:val="en-US"/>
        </w:rPr>
        <w:t xml:space="preserve"> Paris</w:t>
      </w:r>
      <w:r w:rsidR="00A56048" w:rsidRPr="00E30496">
        <w:rPr>
          <w:color w:val="auto"/>
          <w:sz w:val="22"/>
          <w:lang w:val="en-US"/>
        </w:rPr>
        <w:t xml:space="preserve">         </w:t>
      </w:r>
    </w:p>
    <w:p w14:paraId="66C1127E" w14:textId="77777777" w:rsidR="00805A98" w:rsidRPr="00E30496" w:rsidRDefault="00805A98" w:rsidP="00952F73">
      <w:pPr>
        <w:spacing w:line="240" w:lineRule="auto"/>
        <w:ind w:left="-142" w:right="-142"/>
        <w:rPr>
          <w:b/>
          <w:color w:val="auto"/>
          <w:sz w:val="22"/>
          <w:lang w:val="en-US"/>
        </w:rPr>
      </w:pPr>
      <w:r w:rsidRPr="00E30496">
        <w:rPr>
          <w:b/>
          <w:color w:val="auto"/>
          <w:sz w:val="22"/>
          <w:lang w:val="en-US"/>
        </w:rPr>
        <w:t>Tel : +33 (0) 642480836</w:t>
      </w:r>
    </w:p>
    <w:p w14:paraId="17EF666F" w14:textId="0DEFA344" w:rsidR="009A27D4" w:rsidRPr="00E30496" w:rsidRDefault="00A56048" w:rsidP="009A27D4">
      <w:pPr>
        <w:spacing w:line="240" w:lineRule="auto"/>
        <w:ind w:left="-142" w:right="-142"/>
        <w:rPr>
          <w:b/>
          <w:color w:val="auto"/>
          <w:sz w:val="22"/>
          <w:lang w:val="en-US"/>
        </w:rPr>
      </w:pPr>
      <w:r w:rsidRPr="00E30496">
        <w:rPr>
          <w:b/>
          <w:color w:val="auto"/>
          <w:sz w:val="22"/>
          <w:lang w:val="en-US"/>
        </w:rPr>
        <w:t xml:space="preserve">Mail : </w:t>
      </w:r>
      <w:hyperlink r:id="rId8" w:history="1">
        <w:r w:rsidR="0049663B" w:rsidRPr="00E30496">
          <w:rPr>
            <w:rStyle w:val="Lienhypertexte"/>
            <w:b/>
            <w:sz w:val="22"/>
            <w:lang w:val="en-US"/>
          </w:rPr>
          <w:t>robin.guillard@gmail.com</w:t>
        </w:r>
      </w:hyperlink>
      <w:r w:rsidR="0049663B" w:rsidRPr="00E30496">
        <w:rPr>
          <w:b/>
          <w:color w:val="auto"/>
          <w:sz w:val="22"/>
          <w:lang w:val="en-US"/>
        </w:rPr>
        <w:t xml:space="preserve"> </w:t>
      </w:r>
    </w:p>
    <w:p w14:paraId="6837A08B" w14:textId="5846E5D3" w:rsidR="00484699" w:rsidRPr="00E30496" w:rsidRDefault="00484699" w:rsidP="009A27D4">
      <w:pPr>
        <w:spacing w:line="240" w:lineRule="auto"/>
        <w:ind w:left="-142" w:right="-142"/>
        <w:rPr>
          <w:b/>
          <w:color w:val="auto"/>
          <w:sz w:val="22"/>
          <w:lang w:val="en-US"/>
        </w:rPr>
      </w:pPr>
      <w:r w:rsidRPr="00E30496">
        <w:rPr>
          <w:b/>
          <w:color w:val="auto"/>
          <w:sz w:val="22"/>
          <w:lang w:val="en-US"/>
        </w:rPr>
        <w:t>Nationality : French</w:t>
      </w:r>
    </w:p>
    <w:p w14:paraId="3362A9AA" w14:textId="77777777" w:rsidR="0045487E" w:rsidRDefault="0045487E" w:rsidP="005A7642">
      <w:pPr>
        <w:pStyle w:val="Section"/>
        <w:pBdr>
          <w:bottom w:val="single" w:sz="12" w:space="1" w:color="3667C3" w:themeColor="accent2" w:themeShade="BF"/>
        </w:pBdr>
        <w:ind w:left="-142" w:right="-142"/>
        <w:jc w:val="both"/>
        <w:rPr>
          <w:rFonts w:ascii="Calibri" w:eastAsia="Adobe Gothic Std B" w:hAnsi="Calibri"/>
          <w:noProof w:val="0"/>
          <w:color w:val="000000" w:themeColor="text1"/>
          <w:sz w:val="24"/>
          <w:lang w:val="en-US"/>
        </w:rPr>
      </w:pPr>
    </w:p>
    <w:p w14:paraId="36E80C36" w14:textId="6BBC5701" w:rsidR="005A7642" w:rsidRPr="005F31A9" w:rsidRDefault="005A7642" w:rsidP="005A7642">
      <w:pPr>
        <w:pStyle w:val="Section"/>
        <w:pBdr>
          <w:bottom w:val="single" w:sz="12" w:space="1" w:color="3667C3" w:themeColor="accent2" w:themeShade="BF"/>
        </w:pBdr>
        <w:ind w:left="-142" w:right="-142"/>
        <w:jc w:val="both"/>
        <w:rPr>
          <w:rFonts w:ascii="Calibri" w:eastAsia="Adobe Gothic Std B" w:hAnsi="Calibri"/>
          <w:noProof w:val="0"/>
          <w:color w:val="000000" w:themeColor="text1"/>
          <w:sz w:val="24"/>
          <w:lang w:val="en-US"/>
        </w:rPr>
      </w:pPr>
      <w:r>
        <w:rPr>
          <w:rFonts w:ascii="Calibri" w:eastAsia="Adobe Gothic Std B" w:hAnsi="Calibri"/>
          <w:noProof w:val="0"/>
          <w:color w:val="000000" w:themeColor="text1"/>
          <w:sz w:val="24"/>
          <w:lang w:val="en-US"/>
        </w:rPr>
        <w:t>LIST OF Scientific publications</w:t>
      </w:r>
    </w:p>
    <w:p w14:paraId="7F2941EA" w14:textId="77777777" w:rsidR="005A7642" w:rsidRPr="00274BE0" w:rsidRDefault="005A7642" w:rsidP="005A7642">
      <w:pPr>
        <w:pStyle w:val="Listepuces"/>
        <w:numPr>
          <w:ilvl w:val="0"/>
          <w:numId w:val="0"/>
        </w:numPr>
        <w:rPr>
          <w:rFonts w:ascii="Calibri" w:eastAsia="Adobe Gothic Std B" w:hAnsi="Calibri"/>
          <w:color w:val="000000" w:themeColor="text1"/>
          <w:lang w:val="en-US"/>
        </w:rPr>
      </w:pPr>
    </w:p>
    <w:p w14:paraId="28132606" w14:textId="5E42646C" w:rsidR="0045487E" w:rsidRDefault="0045487E" w:rsidP="005A7642">
      <w:pPr>
        <w:pStyle w:val="Listepuces"/>
        <w:ind w:left="-142" w:right="-142"/>
        <w:jc w:val="both"/>
        <w:rPr>
          <w:rFonts w:ascii="Calibri" w:eastAsia="Adobe Gothic Std B" w:hAnsi="Calibri"/>
          <w:color w:val="000000" w:themeColor="text1"/>
          <w:lang w:val="en-US"/>
        </w:rPr>
      </w:pPr>
      <w:r w:rsidRPr="0045487E">
        <w:rPr>
          <w:rFonts w:ascii="Calibri" w:eastAsia="Adobe Gothic Std B" w:hAnsi="Calibri"/>
          <w:color w:val="000000" w:themeColor="text1"/>
          <w:lang w:val="en-US"/>
        </w:rPr>
        <w:t>Robin Guillard, Aurélien Cadix, Vincent Philippe, Adam Hessas, Brice Faraut, MinChul Park, Michael R. D. Maslin, Gregory A. O’Beirne, Jean-Marc Lina, Bérangère Villatte, Sayeed Devraj-kizuk, Alain Londero, Damien Léger, Julie Carrier, Sylvie Hébert, and Marco Congedo</w:t>
      </w:r>
      <w:r>
        <w:rPr>
          <w:rFonts w:ascii="Calibri" w:eastAsia="Adobe Gothic Std B" w:hAnsi="Calibri"/>
          <w:color w:val="000000" w:themeColor="text1"/>
          <w:lang w:val="en-US"/>
        </w:rPr>
        <w:t xml:space="preserve">, 2025, </w:t>
      </w:r>
      <w:r w:rsidRPr="0045487E">
        <w:rPr>
          <w:rFonts w:ascii="Calibri" w:eastAsia="Adobe Gothic Std B" w:hAnsi="Calibri"/>
          <w:color w:val="000000" w:themeColor="text1"/>
          <w:lang w:val="en-US"/>
        </w:rPr>
        <w:t>Exploring central and autonomic correlates of nap-induced tinnitus modulations.</w:t>
      </w:r>
      <w:r>
        <w:rPr>
          <w:rFonts w:ascii="Calibri" w:eastAsia="Adobe Gothic Std B" w:hAnsi="Calibri"/>
          <w:color w:val="000000" w:themeColor="text1"/>
          <w:lang w:val="en-US"/>
        </w:rPr>
        <w:t>, Sleep Medicine, Under review.</w:t>
      </w:r>
    </w:p>
    <w:p w14:paraId="6CD2A717" w14:textId="5F6E5DD9" w:rsidR="005A7642" w:rsidRPr="00410E9E" w:rsidRDefault="005A7642" w:rsidP="005A7642">
      <w:pPr>
        <w:pStyle w:val="Listepuces"/>
        <w:ind w:left="-142" w:right="-142"/>
        <w:jc w:val="both"/>
        <w:rPr>
          <w:rFonts w:ascii="Calibri" w:eastAsia="Adobe Gothic Std B" w:hAnsi="Calibri"/>
          <w:color w:val="000000" w:themeColor="text1"/>
          <w:lang w:val="en-US"/>
        </w:rPr>
      </w:pPr>
      <w:r w:rsidRPr="00410E9E">
        <w:rPr>
          <w:rFonts w:ascii="Calibri" w:eastAsia="Adobe Gothic Std B" w:hAnsi="Calibri"/>
          <w:color w:val="000000" w:themeColor="text1"/>
          <w:lang w:val="en-US"/>
        </w:rPr>
        <w:t>Guillard</w:t>
      </w:r>
      <w:r>
        <w:rPr>
          <w:rFonts w:ascii="Calibri" w:eastAsia="Adobe Gothic Std B" w:hAnsi="Calibri"/>
          <w:color w:val="000000" w:themeColor="text1"/>
          <w:lang w:val="en-US"/>
        </w:rPr>
        <w:t xml:space="preserve"> R.</w:t>
      </w:r>
      <w:r w:rsidRPr="00410E9E">
        <w:rPr>
          <w:rFonts w:ascii="Calibri" w:eastAsia="Adobe Gothic Std B" w:hAnsi="Calibri"/>
          <w:color w:val="000000" w:themeColor="text1"/>
          <w:lang w:val="en-US"/>
        </w:rPr>
        <w:t>, Aurélien Cadix, Kenneth Rawling, Marco Congedo, Winfried Schlee, and Alain Londero,</w:t>
      </w:r>
      <w:r w:rsidR="00AD688E">
        <w:rPr>
          <w:rFonts w:ascii="Calibri" w:eastAsia="Adobe Gothic Std B" w:hAnsi="Calibri"/>
          <w:color w:val="000000" w:themeColor="text1"/>
          <w:lang w:val="en-US"/>
        </w:rPr>
        <w:t xml:space="preserve"> 2025,</w:t>
      </w:r>
      <w:r>
        <w:rPr>
          <w:rFonts w:ascii="Calibri" w:eastAsia="Adobe Gothic Std B" w:hAnsi="Calibri"/>
          <w:color w:val="000000" w:themeColor="text1"/>
          <w:lang w:val="en-US"/>
        </w:rPr>
        <w:t xml:space="preserve"> </w:t>
      </w:r>
      <w:r w:rsidRPr="00410E9E">
        <w:rPr>
          <w:rFonts w:ascii="Calibri" w:eastAsia="Adobe Gothic Std B" w:hAnsi="Calibri"/>
          <w:color w:val="000000" w:themeColor="text1"/>
          <w:lang w:val="en-US"/>
        </w:rPr>
        <w:t>Exploring sleep intermittent tinnitus patients infradian tinnitus loudness periodicity A case-control study</w:t>
      </w:r>
      <w:r>
        <w:rPr>
          <w:rFonts w:ascii="Calibri" w:eastAsia="Adobe Gothic Std B" w:hAnsi="Calibri"/>
          <w:color w:val="000000" w:themeColor="text1"/>
          <w:lang w:val="en-US"/>
        </w:rPr>
        <w:t>, Nature Communications Medicine, under review.</w:t>
      </w:r>
    </w:p>
    <w:p w14:paraId="68610B93" w14:textId="77777777" w:rsidR="005A7642" w:rsidRDefault="005A7642" w:rsidP="005A7642">
      <w:pPr>
        <w:pStyle w:val="Listepuces"/>
        <w:ind w:left="-142" w:right="-142"/>
        <w:jc w:val="both"/>
        <w:rPr>
          <w:rFonts w:ascii="Calibri" w:eastAsia="Adobe Gothic Std B" w:hAnsi="Calibri"/>
          <w:color w:val="000000" w:themeColor="text1"/>
          <w:lang w:val="en-US"/>
        </w:rPr>
      </w:pPr>
      <w:r w:rsidRPr="009C190B">
        <w:rPr>
          <w:rFonts w:ascii="Calibri" w:eastAsia="Adobe Gothic Std B" w:hAnsi="Calibri"/>
          <w:color w:val="000000" w:themeColor="text1"/>
          <w:lang w:val="en-US"/>
        </w:rPr>
        <w:t>Guillard</w:t>
      </w:r>
      <w:r>
        <w:rPr>
          <w:rFonts w:ascii="Calibri" w:eastAsia="Adobe Gothic Std B" w:hAnsi="Calibri"/>
          <w:color w:val="000000" w:themeColor="text1"/>
          <w:lang w:val="en-US"/>
        </w:rPr>
        <w:t xml:space="preserve"> R.</w:t>
      </w:r>
      <w:r w:rsidRPr="009C190B">
        <w:rPr>
          <w:rFonts w:ascii="Calibri" w:eastAsia="Adobe Gothic Std B" w:hAnsi="Calibri"/>
          <w:color w:val="000000" w:themeColor="text1"/>
          <w:lang w:val="en-US"/>
        </w:rPr>
        <w:t>, Aurélien Cadix, Charlotte Glabasnia Linck, Nicolas Dauman, Marco Congedo, Dirk De Ridder and Alain Londero</w:t>
      </w:r>
      <w:r>
        <w:rPr>
          <w:rFonts w:ascii="Calibri" w:eastAsia="Adobe Gothic Std B" w:hAnsi="Calibri"/>
          <w:color w:val="000000" w:themeColor="text1"/>
          <w:lang w:val="en-US"/>
        </w:rPr>
        <w:t xml:space="preserve">, 2025, </w:t>
      </w:r>
      <w:r w:rsidRPr="009C190B">
        <w:rPr>
          <w:rFonts w:ascii="Calibri" w:eastAsia="Adobe Gothic Std B" w:hAnsi="Calibri"/>
          <w:color w:val="000000" w:themeColor="text1"/>
          <w:lang w:val="en-US"/>
        </w:rPr>
        <w:t>Tinnitus, lucid dreaming and awakening. An online survey and theoretical implications.</w:t>
      </w:r>
      <w:r>
        <w:rPr>
          <w:rFonts w:ascii="Calibri" w:eastAsia="Adobe Gothic Std B" w:hAnsi="Calibri"/>
          <w:color w:val="000000" w:themeColor="text1"/>
          <w:lang w:val="en-US"/>
        </w:rPr>
        <w:t xml:space="preserve"> </w:t>
      </w:r>
      <w:r w:rsidRPr="00E30496">
        <w:rPr>
          <w:rFonts w:ascii="Calibri" w:eastAsia="Adobe Gothic Std B" w:hAnsi="Calibri"/>
          <w:color w:val="000000" w:themeColor="text1"/>
          <w:lang w:val="en-US"/>
        </w:rPr>
        <w:t>Hearing Research</w:t>
      </w:r>
    </w:p>
    <w:p w14:paraId="6E05E7BB" w14:textId="77777777" w:rsidR="005A7642" w:rsidRPr="00E30496" w:rsidRDefault="005A7642" w:rsidP="005A7642">
      <w:pPr>
        <w:pStyle w:val="Listepuces"/>
        <w:ind w:left="-142" w:right="-142"/>
        <w:jc w:val="both"/>
        <w:rPr>
          <w:rFonts w:ascii="Calibri" w:eastAsia="Adobe Gothic Std B" w:hAnsi="Calibri"/>
          <w:color w:val="000000" w:themeColor="text1"/>
          <w:lang w:val="en-US"/>
        </w:rPr>
      </w:pPr>
      <w:r w:rsidRPr="009756AE">
        <w:rPr>
          <w:rFonts w:ascii="Calibri" w:eastAsia="Adobe Gothic Std B" w:hAnsi="Calibri"/>
          <w:color w:val="000000" w:themeColor="text1"/>
          <w:lang w:val="en-US"/>
        </w:rPr>
        <w:t>G</w:t>
      </w:r>
      <w:r w:rsidRPr="00E30496">
        <w:rPr>
          <w:rFonts w:ascii="Calibri" w:eastAsia="Adobe Gothic Std B" w:hAnsi="Calibri"/>
          <w:color w:val="000000" w:themeColor="text1"/>
          <w:lang w:val="en-US"/>
        </w:rPr>
        <w:t>uillard R., Philippe V., Hessas A., Faraut B., Michiels S., Park M., Congedo M., Londero A. and Léger D. 202</w:t>
      </w:r>
      <w:r>
        <w:rPr>
          <w:rFonts w:ascii="Calibri" w:eastAsia="Adobe Gothic Std B" w:hAnsi="Calibri"/>
          <w:color w:val="000000" w:themeColor="text1"/>
          <w:lang w:val="en-US"/>
        </w:rPr>
        <w:t>5</w:t>
      </w:r>
      <w:r w:rsidRPr="00E30496">
        <w:rPr>
          <w:rFonts w:ascii="Calibri" w:eastAsia="Adobe Gothic Std B" w:hAnsi="Calibri"/>
          <w:color w:val="000000" w:themeColor="text1"/>
          <w:lang w:val="en-US"/>
        </w:rPr>
        <w:t>. Why does tinnitus vary with naps?  A polysomnographic prospective study exploring the somatosensory hypothesis. Hearing Research</w:t>
      </w:r>
    </w:p>
    <w:p w14:paraId="7397EF43" w14:textId="77777777" w:rsidR="005A7642" w:rsidRPr="00E30496" w:rsidRDefault="005A7642" w:rsidP="005A7642">
      <w:pPr>
        <w:pStyle w:val="Listepuces"/>
        <w:ind w:left="-142" w:right="-142"/>
        <w:jc w:val="both"/>
        <w:rPr>
          <w:rFonts w:ascii="Calibri" w:eastAsia="Adobe Gothic Std B" w:hAnsi="Calibri"/>
          <w:color w:val="000000" w:themeColor="text1"/>
          <w:lang w:val="en-US"/>
        </w:rPr>
      </w:pPr>
      <w:r>
        <w:rPr>
          <w:rFonts w:ascii="Calibri" w:eastAsia="Adobe Gothic Std B" w:hAnsi="Calibri"/>
          <w:color w:val="000000" w:themeColor="text1"/>
          <w:lang w:val="en-US"/>
        </w:rPr>
        <w:t>G</w:t>
      </w:r>
      <w:r w:rsidRPr="00E30496">
        <w:rPr>
          <w:rFonts w:ascii="Calibri" w:eastAsia="Adobe Gothic Std B" w:hAnsi="Calibri"/>
          <w:color w:val="000000" w:themeColor="text1"/>
          <w:lang w:val="en-US"/>
        </w:rPr>
        <w:t>uillard R., Schecklmann, M., Simoes, J., Langguth, B., Londero, A., Congedo, M., Michiels, S., Vesala, M., Goedhart, H., Wetter, T., Weber, F.C., 2024. Nap-induced modulations of tinnitus – a cross-sectional database analysis. Nature Scientific Reports</w:t>
      </w:r>
    </w:p>
    <w:p w14:paraId="26C2C0C6" w14:textId="77777777" w:rsidR="005A7642" w:rsidRPr="00493778" w:rsidRDefault="005A7642" w:rsidP="005A7642">
      <w:pPr>
        <w:pStyle w:val="Listepuces"/>
        <w:ind w:left="-142" w:right="-142"/>
        <w:jc w:val="both"/>
        <w:rPr>
          <w:rFonts w:ascii="Calibri" w:eastAsia="Adobe Gothic Std B" w:hAnsi="Calibri"/>
          <w:color w:val="000000" w:themeColor="text1"/>
          <w:lang w:val="en-US"/>
        </w:rPr>
      </w:pPr>
      <w:r w:rsidRPr="00493778">
        <w:rPr>
          <w:rFonts w:ascii="Calibri" w:eastAsia="Adobe Gothic Std B" w:hAnsi="Calibri"/>
          <w:color w:val="000000" w:themeColor="text1"/>
          <w:lang w:val="en-US"/>
        </w:rPr>
        <w:t>Guillard</w:t>
      </w:r>
      <w:r>
        <w:rPr>
          <w:rFonts w:ascii="Calibri" w:eastAsia="Adobe Gothic Std B" w:hAnsi="Calibri"/>
          <w:color w:val="000000" w:themeColor="text1"/>
          <w:lang w:val="en-US"/>
        </w:rPr>
        <w:t xml:space="preserve"> R.</w:t>
      </w:r>
      <w:r w:rsidRPr="00493778">
        <w:rPr>
          <w:rFonts w:ascii="Calibri" w:eastAsia="Adobe Gothic Std B" w:hAnsi="Calibri"/>
          <w:color w:val="000000" w:themeColor="text1"/>
          <w:lang w:val="en-US"/>
        </w:rPr>
        <w:t>, Korczowski</w:t>
      </w:r>
      <w:r>
        <w:rPr>
          <w:rFonts w:ascii="Calibri" w:eastAsia="Adobe Gothic Std B" w:hAnsi="Calibri"/>
          <w:color w:val="000000" w:themeColor="text1"/>
          <w:lang w:val="en-US"/>
        </w:rPr>
        <w:t xml:space="preserve"> L.</w:t>
      </w:r>
      <w:r w:rsidRPr="00493778">
        <w:rPr>
          <w:rFonts w:ascii="Calibri" w:eastAsia="Adobe Gothic Std B" w:hAnsi="Calibri"/>
          <w:color w:val="000000" w:themeColor="text1"/>
          <w:lang w:val="en-US"/>
        </w:rPr>
        <w:t>, Léger</w:t>
      </w:r>
      <w:r>
        <w:rPr>
          <w:rFonts w:ascii="Calibri" w:eastAsia="Adobe Gothic Std B" w:hAnsi="Calibri"/>
          <w:color w:val="000000" w:themeColor="text1"/>
          <w:lang w:val="en-US"/>
        </w:rPr>
        <w:t xml:space="preserve"> D.</w:t>
      </w:r>
      <w:r w:rsidRPr="00493778">
        <w:rPr>
          <w:rFonts w:ascii="Calibri" w:eastAsia="Adobe Gothic Std B" w:hAnsi="Calibri"/>
          <w:color w:val="000000" w:themeColor="text1"/>
          <w:lang w:val="en-US"/>
        </w:rPr>
        <w:t>, Congedo</w:t>
      </w:r>
      <w:r>
        <w:rPr>
          <w:rFonts w:ascii="Calibri" w:eastAsia="Adobe Gothic Std B" w:hAnsi="Calibri"/>
          <w:color w:val="000000" w:themeColor="text1"/>
          <w:lang w:val="en-US"/>
        </w:rPr>
        <w:t xml:space="preserve"> M.</w:t>
      </w:r>
      <w:r w:rsidRPr="00493778">
        <w:rPr>
          <w:rFonts w:ascii="Calibri" w:eastAsia="Adobe Gothic Std B" w:hAnsi="Calibri"/>
          <w:color w:val="000000" w:themeColor="text1"/>
          <w:lang w:val="en-US"/>
        </w:rPr>
        <w:t>, Londero</w:t>
      </w:r>
      <w:r>
        <w:rPr>
          <w:rFonts w:ascii="Calibri" w:eastAsia="Adobe Gothic Std B" w:hAnsi="Calibri"/>
          <w:color w:val="000000" w:themeColor="text1"/>
          <w:lang w:val="en-US"/>
        </w:rPr>
        <w:t xml:space="preserve"> A.</w:t>
      </w:r>
      <w:r w:rsidRPr="00493778">
        <w:rPr>
          <w:rFonts w:ascii="Calibri" w:eastAsia="Adobe Gothic Std B" w:hAnsi="Calibri"/>
          <w:color w:val="000000" w:themeColor="text1"/>
          <w:lang w:val="en-US"/>
        </w:rPr>
        <w:t xml:space="preserve">, REM Sleep Impairment May Underlie Sleep-Driven Modulations of Tinnitus in Sleep Intermittent Tinnitus Subjects. A Controlled </w:t>
      </w:r>
      <w:r w:rsidRPr="00410E9E">
        <w:rPr>
          <w:rFonts w:ascii="Calibri" w:eastAsia="Adobe Gothic Std B" w:hAnsi="Calibri"/>
          <w:color w:val="000000" w:themeColor="text1"/>
          <w:lang w:val="en-US"/>
        </w:rPr>
        <w:t>Study. International Journal of public Health, MDPI, 2023.</w:t>
      </w:r>
    </w:p>
    <w:p w14:paraId="186A20E8" w14:textId="77777777" w:rsidR="005A7642" w:rsidRPr="00493778" w:rsidRDefault="005A7642" w:rsidP="005A7642">
      <w:pPr>
        <w:pStyle w:val="Listepuces"/>
        <w:numPr>
          <w:ilvl w:val="0"/>
          <w:numId w:val="6"/>
        </w:numPr>
        <w:ind w:left="-142" w:right="-142"/>
        <w:jc w:val="both"/>
        <w:rPr>
          <w:rFonts w:ascii="Calibri" w:eastAsia="Adobe Gothic Std B" w:hAnsi="Calibri"/>
          <w:color w:val="000000" w:themeColor="text1"/>
          <w:lang w:val="en-US"/>
        </w:rPr>
      </w:pPr>
      <w:r w:rsidRPr="00493778">
        <w:rPr>
          <w:rFonts w:ascii="Calibri" w:eastAsia="Adobe Gothic Std B" w:hAnsi="Calibri"/>
          <w:color w:val="000000" w:themeColor="text1"/>
          <w:lang w:val="en-US"/>
        </w:rPr>
        <w:t xml:space="preserve">Guillard, R.; Hessas, A.; Korczowski, L.; Londero, A.; Congedo, M.; Loche, V. Comparing Clustering Methods Applied to Tinnitus within a Bootstrapped and Diagnostic-Driven Semi-Supervised Framework. Brain Sci. 2023, 13, 572. </w:t>
      </w:r>
    </w:p>
    <w:p w14:paraId="3A7D27DE" w14:textId="77777777" w:rsidR="005A7642" w:rsidRPr="00AF1129" w:rsidRDefault="005A7642" w:rsidP="005A7642">
      <w:pPr>
        <w:pStyle w:val="Listepuces"/>
        <w:numPr>
          <w:ilvl w:val="0"/>
          <w:numId w:val="6"/>
        </w:numPr>
        <w:ind w:left="-142" w:right="-142"/>
        <w:jc w:val="both"/>
        <w:rPr>
          <w:rFonts w:ascii="Calibri" w:eastAsia="Adobe Gothic Std B" w:hAnsi="Calibri"/>
          <w:color w:val="000000" w:themeColor="text1"/>
        </w:rPr>
      </w:pPr>
      <w:r w:rsidRPr="00AF1129">
        <w:rPr>
          <w:rFonts w:ascii="Calibri" w:eastAsia="Adobe Gothic Std B" w:hAnsi="Calibri"/>
          <w:color w:val="000000" w:themeColor="text1"/>
        </w:rPr>
        <w:t>Guillard, R., Decobecq, F., Fraysse, M. J., Favre, A., Congedo, M., Loche, V., ... &amp; Londero, A. (2022). Traduction française validée du questionnaire standardisé d'anamnèse d'acouphène ESIT-SQ. Annales fr d'</w:t>
      </w:r>
      <w:r>
        <w:rPr>
          <w:rFonts w:ascii="Calibri" w:eastAsia="Adobe Gothic Std B" w:hAnsi="Calibri"/>
          <w:color w:val="000000" w:themeColor="text1"/>
        </w:rPr>
        <w:t>ORL</w:t>
      </w:r>
      <w:r w:rsidRPr="00AF1129">
        <w:rPr>
          <w:rFonts w:ascii="Calibri" w:eastAsia="Adobe Gothic Std B" w:hAnsi="Calibri"/>
          <w:color w:val="000000" w:themeColor="text1"/>
        </w:rPr>
        <w:t xml:space="preserve"> et de Pathologie Cervico-faciale.</w:t>
      </w:r>
    </w:p>
    <w:p w14:paraId="6E6F4357" w14:textId="77777777" w:rsidR="005A7642" w:rsidRDefault="005A7642" w:rsidP="005A7642">
      <w:pPr>
        <w:pStyle w:val="Listepuces"/>
        <w:numPr>
          <w:ilvl w:val="0"/>
          <w:numId w:val="6"/>
        </w:numPr>
        <w:ind w:left="-142" w:right="-142"/>
        <w:jc w:val="both"/>
        <w:rPr>
          <w:rFonts w:ascii="Calibri" w:eastAsia="Adobe Gothic Std B" w:hAnsi="Calibri"/>
          <w:color w:val="000000" w:themeColor="text1"/>
        </w:rPr>
      </w:pPr>
      <w:r w:rsidRPr="003522AE">
        <w:rPr>
          <w:rFonts w:ascii="Calibri" w:eastAsia="Adobe Gothic Std B" w:hAnsi="Calibri"/>
          <w:color w:val="000000" w:themeColor="text1"/>
          <w:lang w:val="en-US"/>
        </w:rPr>
        <w:t xml:space="preserve">Guillard, R., Fraysse, M. J., Simeon, R., Cervoni, T., Schmutz, J., Piedfort, B., ... &amp; Londero, A. (2021). A portable neurofeedback device for treating chronic subjective tinnitus: Feasibility and results of a pilot study. </w:t>
      </w:r>
      <w:r w:rsidRPr="003C65FB">
        <w:rPr>
          <w:rFonts w:ascii="Calibri" w:eastAsia="Adobe Gothic Std B" w:hAnsi="Calibri"/>
          <w:color w:val="000000" w:themeColor="text1"/>
        </w:rPr>
        <w:t>Progress in Brain Research, 260, 167-185.</w:t>
      </w:r>
    </w:p>
    <w:p w14:paraId="4762DDE9" w14:textId="77777777" w:rsidR="005A7642" w:rsidRDefault="005A7642" w:rsidP="006C1B94">
      <w:pPr>
        <w:pStyle w:val="Listepuces"/>
        <w:numPr>
          <w:ilvl w:val="0"/>
          <w:numId w:val="0"/>
        </w:numPr>
        <w:ind w:right="-142"/>
        <w:jc w:val="both"/>
        <w:rPr>
          <w:rFonts w:ascii="Calibri" w:eastAsia="Adobe Gothic Std B" w:hAnsi="Calibri"/>
          <w:color w:val="000000" w:themeColor="text1"/>
          <w:lang w:val="en-US"/>
        </w:rPr>
      </w:pPr>
    </w:p>
    <w:p w14:paraId="0B8294D4" w14:textId="77777777" w:rsidR="009B4102" w:rsidRDefault="009B4102" w:rsidP="006C1B94">
      <w:pPr>
        <w:pStyle w:val="Listepuces"/>
        <w:numPr>
          <w:ilvl w:val="0"/>
          <w:numId w:val="0"/>
        </w:numPr>
        <w:ind w:right="-142"/>
        <w:jc w:val="both"/>
        <w:rPr>
          <w:rFonts w:ascii="Calibri" w:eastAsia="Adobe Gothic Std B" w:hAnsi="Calibri"/>
          <w:color w:val="000000" w:themeColor="text1"/>
          <w:lang w:val="en-US"/>
        </w:rPr>
      </w:pPr>
    </w:p>
    <w:p w14:paraId="722C1092" w14:textId="77777777" w:rsidR="009B4102" w:rsidRPr="006C1B94" w:rsidRDefault="009B4102" w:rsidP="006C1B94">
      <w:pPr>
        <w:pStyle w:val="Listepuces"/>
        <w:numPr>
          <w:ilvl w:val="0"/>
          <w:numId w:val="0"/>
        </w:numPr>
        <w:ind w:right="-142"/>
        <w:jc w:val="both"/>
        <w:rPr>
          <w:rFonts w:ascii="Calibri" w:eastAsia="Adobe Gothic Std B" w:hAnsi="Calibri"/>
          <w:color w:val="000000" w:themeColor="text1"/>
          <w:lang w:val="en-US"/>
        </w:rPr>
      </w:pPr>
    </w:p>
    <w:sectPr w:rsidR="009B4102" w:rsidRPr="006C1B94" w:rsidSect="006B4CB6">
      <w:footerReference w:type="default" r:id="rId9"/>
      <w:pgSz w:w="11907" w:h="16839" w:code="1"/>
      <w:pgMar w:top="568" w:right="850" w:bottom="426" w:left="1134" w:header="284" w:footer="4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07E48" w14:textId="77777777" w:rsidR="00143509" w:rsidRDefault="00143509">
      <w:r>
        <w:separator/>
      </w:r>
    </w:p>
  </w:endnote>
  <w:endnote w:type="continuationSeparator" w:id="0">
    <w:p w14:paraId="4A050509" w14:textId="77777777" w:rsidR="00143509" w:rsidRDefault="00143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Gothic Std B">
    <w:panose1 w:val="020B0800000000000000"/>
    <w:charset w:val="80"/>
    <w:family w:val="swiss"/>
    <w:notTrueType/>
    <w:pitch w:val="variable"/>
    <w:sig w:usb0="00000203" w:usb1="29D72C10" w:usb2="00000010" w:usb3="00000000" w:csb0="002A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50F14" w14:textId="77777777" w:rsidR="00952F73" w:rsidRDefault="00952F73">
    <w:pPr>
      <w:pStyle w:val="Pieddepage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DF8D5" w14:textId="77777777" w:rsidR="00143509" w:rsidRDefault="00143509">
      <w:r>
        <w:separator/>
      </w:r>
    </w:p>
  </w:footnote>
  <w:footnote w:type="continuationSeparator" w:id="0">
    <w:p w14:paraId="439C08D8" w14:textId="77777777" w:rsidR="00143509" w:rsidRDefault="00143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156B5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07C62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F7621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106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66FB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52CC5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BF64E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65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1007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D1E8E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83873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</w:abstractNum>
  <w:abstractNum w:abstractNumId="11" w15:restartNumberingAfterBreak="0">
    <w:nsid w:val="0A482144"/>
    <w:multiLevelType w:val="hybridMultilevel"/>
    <w:tmpl w:val="D008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3F09ED"/>
    <w:multiLevelType w:val="multilevel"/>
    <w:tmpl w:val="CD40BF9A"/>
    <w:styleLink w:val="Listepuces1"/>
    <w:lvl w:ilvl="0">
      <w:start w:val="1"/>
      <w:numFmt w:val="bullet"/>
      <w:lvlText w:val=""/>
      <w:lvlJc w:val="left"/>
      <w:pPr>
        <w:ind w:left="245" w:hanging="245"/>
      </w:pPr>
      <w:rPr>
        <w:rFonts w:asciiTheme="minorHAnsi" w:eastAsiaTheme="minorEastAsia" w:hAnsi="Wingdings 2" w:cstheme="minorBidi" w:hint="default"/>
        <w:color w:val="FE8637" w:themeColor="accent1"/>
        <w:sz w:val="16"/>
        <w:szCs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3" w15:restartNumberingAfterBreak="0">
    <w:nsid w:val="115645B4"/>
    <w:multiLevelType w:val="hybridMultilevel"/>
    <w:tmpl w:val="A0626474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116B6BFF"/>
    <w:multiLevelType w:val="hybridMultilevel"/>
    <w:tmpl w:val="CC02E8E4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192B4581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</w:abstractNum>
  <w:abstractNum w:abstractNumId="16" w15:restartNumberingAfterBreak="0">
    <w:nsid w:val="197E3499"/>
    <w:multiLevelType w:val="multilevel"/>
    <w:tmpl w:val="85C08436"/>
    <w:styleLink w:val="Listenumrote"/>
    <w:lvl w:ilvl="0">
      <w:start w:val="1"/>
      <w:numFmt w:val="decimal"/>
      <w:lvlText w:val="%1)"/>
      <w:lvlJc w:val="left"/>
      <w:pPr>
        <w:ind w:left="288" w:hanging="288"/>
      </w:pPr>
      <w:rPr>
        <w:rFonts w:asciiTheme="minorHAnsi" w:eastAsiaTheme="minorEastAsia" w:cstheme="minorBidi" w:hint="default"/>
        <w:szCs w:val="20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17" w15:restartNumberingAfterBreak="0">
    <w:nsid w:val="1CB909E3"/>
    <w:multiLevelType w:val="hybridMultilevel"/>
    <w:tmpl w:val="0010D9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E9620A2"/>
    <w:multiLevelType w:val="multilevel"/>
    <w:tmpl w:val="7074A542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9" w15:restartNumberingAfterBreak="0">
    <w:nsid w:val="287130C1"/>
    <w:multiLevelType w:val="singleLevel"/>
    <w:tmpl w:val="2408A91E"/>
    <w:lvl w:ilvl="0">
      <w:start w:val="1"/>
      <w:numFmt w:val="bullet"/>
      <w:pStyle w:val="Listepuces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</w:abstractNum>
  <w:abstractNum w:abstractNumId="20" w15:restartNumberingAfterBreak="0">
    <w:nsid w:val="2FD40D46"/>
    <w:multiLevelType w:val="hybridMultilevel"/>
    <w:tmpl w:val="DD628C5E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425E5132"/>
    <w:multiLevelType w:val="multilevel"/>
    <w:tmpl w:val="EE86148C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22" w15:restartNumberingAfterBreak="0">
    <w:nsid w:val="47A71529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</w:abstractNum>
  <w:abstractNum w:abstractNumId="23" w15:restartNumberingAfterBreak="0">
    <w:nsid w:val="4F496A66"/>
    <w:multiLevelType w:val="hybridMultilevel"/>
    <w:tmpl w:val="155E0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 w:themeColor="accent1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F070414"/>
    <w:multiLevelType w:val="multilevel"/>
    <w:tmpl w:val="40883020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num w:numId="1" w16cid:durableId="124080485">
    <w:abstractNumId w:val="24"/>
  </w:num>
  <w:num w:numId="2" w16cid:durableId="55857368">
    <w:abstractNumId w:val="19"/>
  </w:num>
  <w:num w:numId="3" w16cid:durableId="1317683751">
    <w:abstractNumId w:val="21"/>
  </w:num>
  <w:num w:numId="4" w16cid:durableId="1992632232">
    <w:abstractNumId w:val="15"/>
  </w:num>
  <w:num w:numId="5" w16cid:durableId="2107384216">
    <w:abstractNumId w:val="18"/>
  </w:num>
  <w:num w:numId="6" w16cid:durableId="136802370">
    <w:abstractNumId w:val="10"/>
  </w:num>
  <w:num w:numId="7" w16cid:durableId="1445079183">
    <w:abstractNumId w:val="25"/>
  </w:num>
  <w:num w:numId="8" w16cid:durableId="2136215168">
    <w:abstractNumId w:val="22"/>
  </w:num>
  <w:num w:numId="9" w16cid:durableId="1368792125">
    <w:abstractNumId w:val="16"/>
  </w:num>
  <w:num w:numId="10" w16cid:durableId="1139375054">
    <w:abstractNumId w:val="12"/>
  </w:num>
  <w:num w:numId="11" w16cid:durableId="1416049660">
    <w:abstractNumId w:val="9"/>
  </w:num>
  <w:num w:numId="12" w16cid:durableId="1410420531">
    <w:abstractNumId w:val="7"/>
  </w:num>
  <w:num w:numId="13" w16cid:durableId="550189055">
    <w:abstractNumId w:val="6"/>
  </w:num>
  <w:num w:numId="14" w16cid:durableId="1976794125">
    <w:abstractNumId w:val="5"/>
  </w:num>
  <w:num w:numId="15" w16cid:durableId="706177520">
    <w:abstractNumId w:val="4"/>
  </w:num>
  <w:num w:numId="16" w16cid:durableId="46492760">
    <w:abstractNumId w:val="8"/>
  </w:num>
  <w:num w:numId="17" w16cid:durableId="51318423">
    <w:abstractNumId w:val="3"/>
  </w:num>
  <w:num w:numId="18" w16cid:durableId="1205099644">
    <w:abstractNumId w:val="2"/>
  </w:num>
  <w:num w:numId="19" w16cid:durableId="116991552">
    <w:abstractNumId w:val="1"/>
  </w:num>
  <w:num w:numId="20" w16cid:durableId="994801960">
    <w:abstractNumId w:val="0"/>
  </w:num>
  <w:num w:numId="21" w16cid:durableId="1362129250">
    <w:abstractNumId w:val="23"/>
  </w:num>
  <w:num w:numId="22" w16cid:durableId="136848387">
    <w:abstractNumId w:val="12"/>
  </w:num>
  <w:num w:numId="23" w16cid:durableId="1471938629">
    <w:abstractNumId w:val="19"/>
  </w:num>
  <w:num w:numId="24" w16cid:durableId="1223910617">
    <w:abstractNumId w:val="16"/>
  </w:num>
  <w:num w:numId="25" w16cid:durableId="152264437">
    <w:abstractNumId w:val="11"/>
  </w:num>
  <w:num w:numId="26" w16cid:durableId="1936085064">
    <w:abstractNumId w:val="20"/>
  </w:num>
  <w:num w:numId="27" w16cid:durableId="236746506">
    <w:abstractNumId w:val="14"/>
  </w:num>
  <w:num w:numId="28" w16cid:durableId="446697948">
    <w:abstractNumId w:val="13"/>
  </w:num>
  <w:num w:numId="29" w16cid:durableId="685790968">
    <w:abstractNumId w:val="17"/>
  </w:num>
  <w:num w:numId="30" w16cid:durableId="1326013298">
    <w:abstractNumId w:val="19"/>
  </w:num>
  <w:num w:numId="31" w16cid:durableId="1422988473">
    <w:abstractNumId w:val="9"/>
  </w:num>
  <w:num w:numId="32" w16cid:durableId="1608658996">
    <w:abstractNumId w:val="19"/>
  </w:num>
  <w:num w:numId="33" w16cid:durableId="1115490240">
    <w:abstractNumId w:val="19"/>
  </w:num>
  <w:num w:numId="34" w16cid:durableId="1698315244">
    <w:abstractNumId w:val="19"/>
  </w:num>
  <w:num w:numId="35" w16cid:durableId="36833450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QFSet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2050" style="mso-height-percent:900" fillcolor="white">
      <v:fill color="white"/>
      <o:colormru v:ext="edit" colors="#40a6be,#b4dce6,#98cfdc,#ff7d26,#ff9d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70F"/>
    <w:rsid w:val="00013F07"/>
    <w:rsid w:val="000200C8"/>
    <w:rsid w:val="0002070F"/>
    <w:rsid w:val="000209DA"/>
    <w:rsid w:val="00024CA1"/>
    <w:rsid w:val="00066C2B"/>
    <w:rsid w:val="000B417B"/>
    <w:rsid w:val="000E272A"/>
    <w:rsid w:val="0011212C"/>
    <w:rsid w:val="00125A5B"/>
    <w:rsid w:val="00131F05"/>
    <w:rsid w:val="001334A2"/>
    <w:rsid w:val="00143509"/>
    <w:rsid w:val="00146FAE"/>
    <w:rsid w:val="00156A3B"/>
    <w:rsid w:val="00184AC7"/>
    <w:rsid w:val="00192BF3"/>
    <w:rsid w:val="001D64A3"/>
    <w:rsid w:val="001F7BCF"/>
    <w:rsid w:val="00202913"/>
    <w:rsid w:val="002044C1"/>
    <w:rsid w:val="00205ECE"/>
    <w:rsid w:val="00221CA7"/>
    <w:rsid w:val="002507E0"/>
    <w:rsid w:val="00256BE5"/>
    <w:rsid w:val="00257EC2"/>
    <w:rsid w:val="00274BE0"/>
    <w:rsid w:val="002870C0"/>
    <w:rsid w:val="00293577"/>
    <w:rsid w:val="002B6681"/>
    <w:rsid w:val="002C2201"/>
    <w:rsid w:val="003012FC"/>
    <w:rsid w:val="00323741"/>
    <w:rsid w:val="00345692"/>
    <w:rsid w:val="003522AE"/>
    <w:rsid w:val="00365A23"/>
    <w:rsid w:val="003914EE"/>
    <w:rsid w:val="003A737F"/>
    <w:rsid w:val="003B7256"/>
    <w:rsid w:val="003B7C45"/>
    <w:rsid w:val="003C65FB"/>
    <w:rsid w:val="003E1D1E"/>
    <w:rsid w:val="003E3506"/>
    <w:rsid w:val="003E7495"/>
    <w:rsid w:val="004014EB"/>
    <w:rsid w:val="00410E9E"/>
    <w:rsid w:val="00412E7A"/>
    <w:rsid w:val="00420BCF"/>
    <w:rsid w:val="00432632"/>
    <w:rsid w:val="00447563"/>
    <w:rsid w:val="00447583"/>
    <w:rsid w:val="0045487E"/>
    <w:rsid w:val="004601A0"/>
    <w:rsid w:val="00474E2C"/>
    <w:rsid w:val="00477711"/>
    <w:rsid w:val="00484699"/>
    <w:rsid w:val="00491AE0"/>
    <w:rsid w:val="00493778"/>
    <w:rsid w:val="0049663B"/>
    <w:rsid w:val="004A0095"/>
    <w:rsid w:val="004A0CC0"/>
    <w:rsid w:val="004B3777"/>
    <w:rsid w:val="004C266D"/>
    <w:rsid w:val="004C58C3"/>
    <w:rsid w:val="004E2981"/>
    <w:rsid w:val="004E3620"/>
    <w:rsid w:val="004E591D"/>
    <w:rsid w:val="00503723"/>
    <w:rsid w:val="0050638D"/>
    <w:rsid w:val="00526BB1"/>
    <w:rsid w:val="0052758B"/>
    <w:rsid w:val="00534D4C"/>
    <w:rsid w:val="005555C4"/>
    <w:rsid w:val="00555928"/>
    <w:rsid w:val="00580435"/>
    <w:rsid w:val="005A7642"/>
    <w:rsid w:val="005B46D1"/>
    <w:rsid w:val="005B6364"/>
    <w:rsid w:val="005F31A9"/>
    <w:rsid w:val="0060745A"/>
    <w:rsid w:val="006114CA"/>
    <w:rsid w:val="00613CE9"/>
    <w:rsid w:val="00626CB8"/>
    <w:rsid w:val="0063030E"/>
    <w:rsid w:val="00661D9E"/>
    <w:rsid w:val="00683109"/>
    <w:rsid w:val="0069749F"/>
    <w:rsid w:val="006B3628"/>
    <w:rsid w:val="006B4CB6"/>
    <w:rsid w:val="006C1B94"/>
    <w:rsid w:val="006C7600"/>
    <w:rsid w:val="006C7AC6"/>
    <w:rsid w:val="006D1955"/>
    <w:rsid w:val="006D36F8"/>
    <w:rsid w:val="006D5467"/>
    <w:rsid w:val="006E14AB"/>
    <w:rsid w:val="006E6B9B"/>
    <w:rsid w:val="0070370F"/>
    <w:rsid w:val="00716D7D"/>
    <w:rsid w:val="00730225"/>
    <w:rsid w:val="007440AF"/>
    <w:rsid w:val="00754B46"/>
    <w:rsid w:val="00756826"/>
    <w:rsid w:val="00762E33"/>
    <w:rsid w:val="007739C8"/>
    <w:rsid w:val="00773F93"/>
    <w:rsid w:val="007A508D"/>
    <w:rsid w:val="007A70DF"/>
    <w:rsid w:val="007C033C"/>
    <w:rsid w:val="007C5E10"/>
    <w:rsid w:val="007C772F"/>
    <w:rsid w:val="007D7BAD"/>
    <w:rsid w:val="00805A98"/>
    <w:rsid w:val="00805D23"/>
    <w:rsid w:val="008142A1"/>
    <w:rsid w:val="00821E10"/>
    <w:rsid w:val="0085703F"/>
    <w:rsid w:val="008701B4"/>
    <w:rsid w:val="00891EF3"/>
    <w:rsid w:val="008A45D8"/>
    <w:rsid w:val="008A55A8"/>
    <w:rsid w:val="008C6485"/>
    <w:rsid w:val="008C7674"/>
    <w:rsid w:val="008D79B4"/>
    <w:rsid w:val="008E433D"/>
    <w:rsid w:val="009008DE"/>
    <w:rsid w:val="00901589"/>
    <w:rsid w:val="0090380D"/>
    <w:rsid w:val="0091069B"/>
    <w:rsid w:val="00927FA7"/>
    <w:rsid w:val="009365F0"/>
    <w:rsid w:val="00952F73"/>
    <w:rsid w:val="009756AE"/>
    <w:rsid w:val="0097615A"/>
    <w:rsid w:val="00980C67"/>
    <w:rsid w:val="00983BF6"/>
    <w:rsid w:val="00993115"/>
    <w:rsid w:val="009946B1"/>
    <w:rsid w:val="009A27D4"/>
    <w:rsid w:val="009A4854"/>
    <w:rsid w:val="009B4102"/>
    <w:rsid w:val="009C1234"/>
    <w:rsid w:val="009C190B"/>
    <w:rsid w:val="009D24AB"/>
    <w:rsid w:val="009E7FA0"/>
    <w:rsid w:val="00A03897"/>
    <w:rsid w:val="00A24FFE"/>
    <w:rsid w:val="00A36290"/>
    <w:rsid w:val="00A42D43"/>
    <w:rsid w:val="00A47040"/>
    <w:rsid w:val="00A4780F"/>
    <w:rsid w:val="00A56048"/>
    <w:rsid w:val="00A72091"/>
    <w:rsid w:val="00A74E50"/>
    <w:rsid w:val="00AA5D63"/>
    <w:rsid w:val="00AB66B9"/>
    <w:rsid w:val="00AD688E"/>
    <w:rsid w:val="00AE3E32"/>
    <w:rsid w:val="00AF1129"/>
    <w:rsid w:val="00AF5350"/>
    <w:rsid w:val="00B0576F"/>
    <w:rsid w:val="00B06FBA"/>
    <w:rsid w:val="00B145BF"/>
    <w:rsid w:val="00B34E19"/>
    <w:rsid w:val="00B443D2"/>
    <w:rsid w:val="00B52B75"/>
    <w:rsid w:val="00BB2729"/>
    <w:rsid w:val="00BC009E"/>
    <w:rsid w:val="00BC079B"/>
    <w:rsid w:val="00BC0E4C"/>
    <w:rsid w:val="00BD0456"/>
    <w:rsid w:val="00BD1E99"/>
    <w:rsid w:val="00BE33AA"/>
    <w:rsid w:val="00C0067B"/>
    <w:rsid w:val="00C15A08"/>
    <w:rsid w:val="00C41641"/>
    <w:rsid w:val="00C602D0"/>
    <w:rsid w:val="00C72457"/>
    <w:rsid w:val="00C76663"/>
    <w:rsid w:val="00C808D0"/>
    <w:rsid w:val="00C91AC0"/>
    <w:rsid w:val="00CC4B69"/>
    <w:rsid w:val="00CD0F64"/>
    <w:rsid w:val="00CD298A"/>
    <w:rsid w:val="00CD37F7"/>
    <w:rsid w:val="00CD68F8"/>
    <w:rsid w:val="00CE07A4"/>
    <w:rsid w:val="00CE2D8E"/>
    <w:rsid w:val="00CE61FE"/>
    <w:rsid w:val="00D10F0E"/>
    <w:rsid w:val="00D116F4"/>
    <w:rsid w:val="00D20A1E"/>
    <w:rsid w:val="00D22BA4"/>
    <w:rsid w:val="00D26CFB"/>
    <w:rsid w:val="00D341A6"/>
    <w:rsid w:val="00D36A99"/>
    <w:rsid w:val="00D45D78"/>
    <w:rsid w:val="00D46845"/>
    <w:rsid w:val="00D72D9C"/>
    <w:rsid w:val="00D94BBD"/>
    <w:rsid w:val="00DB2AF8"/>
    <w:rsid w:val="00DB712F"/>
    <w:rsid w:val="00DD3BD0"/>
    <w:rsid w:val="00DF4A2A"/>
    <w:rsid w:val="00E22D2E"/>
    <w:rsid w:val="00E24D74"/>
    <w:rsid w:val="00E276CA"/>
    <w:rsid w:val="00E30496"/>
    <w:rsid w:val="00E329E7"/>
    <w:rsid w:val="00E5347E"/>
    <w:rsid w:val="00E57618"/>
    <w:rsid w:val="00E63B36"/>
    <w:rsid w:val="00E65499"/>
    <w:rsid w:val="00E7503C"/>
    <w:rsid w:val="00ED00AA"/>
    <w:rsid w:val="00EE390F"/>
    <w:rsid w:val="00F26BF0"/>
    <w:rsid w:val="00F322D9"/>
    <w:rsid w:val="00F91D8E"/>
    <w:rsid w:val="00F93E5A"/>
    <w:rsid w:val="00FB29AC"/>
    <w:rsid w:val="00FC66E1"/>
    <w:rsid w:val="00FD7AB6"/>
    <w:rsid w:val="00FF3FC8"/>
    <w:rsid w:val="00FF4B6D"/>
    <w:rsid w:val="00FF696C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undOvr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height-percent:900" fillcolor="white">
      <v:fill color="white"/>
      <o:colormru v:ext="edit" colors="#40a6be,#b4dce6,#98cfdc,#ff7d26,#ff9d5b"/>
    </o:shapedefaults>
    <o:shapelayout v:ext="edit">
      <o:idmap v:ext="edit" data="2"/>
    </o:shapelayout>
  </w:shapeDefaults>
  <w:doNotEmbedSmartTags/>
  <w:decimalSymbol w:val=","/>
  <w:listSeparator w:val=";"/>
  <w14:docId w14:val="434EFFE3"/>
  <w15:docId w15:val="{430D5D3C-0C86-4B95-B34F-878B8E6C7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/>
    <w:lsdException w:name="heading 3" w:uiPriority="9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iPriority="3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iPriority="3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49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uiPriority="6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1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E10"/>
    <w:pPr>
      <w:spacing w:after="0"/>
      <w:contextualSpacing/>
    </w:pPr>
    <w:rPr>
      <w:rFonts w:eastAsiaTheme="minorEastAsia" w:cstheme="minorBidi"/>
      <w:color w:val="575F6D" w:themeColor="text2"/>
      <w:sz w:val="20"/>
      <w:szCs w:val="20"/>
      <w:lang w:val="fr-FR"/>
    </w:rPr>
  </w:style>
  <w:style w:type="paragraph" w:styleId="Titre1">
    <w:name w:val="heading 1"/>
    <w:basedOn w:val="Normal"/>
    <w:next w:val="Normal"/>
    <w:link w:val="Titre1Car"/>
    <w:uiPriority w:val="9"/>
    <w:semiHidden/>
    <w:unhideWhenUsed/>
    <w:rsid w:val="00821E10"/>
    <w:pPr>
      <w:spacing w:before="360" w:after="40"/>
      <w:contextualSpacing w:val="0"/>
      <w:outlineLvl w:val="0"/>
    </w:pPr>
    <w:rPr>
      <w:rFonts w:asciiTheme="majorHAnsi" w:eastAsiaTheme="majorEastAsia" w:hAnsiTheme="majorHAnsi" w:cstheme="majorBidi"/>
      <w:smallCaps/>
      <w:color w:val="414751" w:themeColor="text2" w:themeShade="BF"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rsid w:val="00821E10"/>
    <w:pPr>
      <w:contextualSpacing w:val="0"/>
      <w:outlineLvl w:val="1"/>
    </w:pPr>
    <w:rPr>
      <w:rFonts w:asciiTheme="majorHAnsi" w:eastAsiaTheme="majorEastAsia" w:hAnsiTheme="majorHAnsi" w:cstheme="majorBidi"/>
      <w:color w:val="414751" w:themeColor="text2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821E10"/>
    <w:pPr>
      <w:contextualSpacing w:val="0"/>
      <w:outlineLvl w:val="2"/>
    </w:pPr>
    <w:rPr>
      <w:rFonts w:asciiTheme="majorHAnsi" w:eastAsiaTheme="majorEastAsia" w:hAnsiTheme="majorHAnsi" w:cstheme="majorBidi"/>
      <w:color w:val="414751" w:themeColor="text2" w:themeShade="BF"/>
      <w:spacing w:val="5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821E10"/>
    <w:pPr>
      <w:contextualSpacing w:val="0"/>
      <w:outlineLvl w:val="3"/>
    </w:pPr>
    <w:rPr>
      <w:rFonts w:asciiTheme="majorHAnsi" w:eastAsiaTheme="majorEastAsia" w:hAnsiTheme="majorHAnsi" w:cstheme="majorBidi"/>
      <w:color w:val="E65B01" w:themeColor="accent1" w:themeShade="BF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821E10"/>
    <w:pPr>
      <w:contextualSpacing w:val="0"/>
      <w:outlineLvl w:val="4"/>
    </w:pPr>
    <w:rPr>
      <w:i/>
      <w:iCs/>
      <w:color w:val="E65B01" w:themeColor="accent1" w:themeShade="BF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821E10"/>
    <w:pPr>
      <w:contextualSpacing w:val="0"/>
      <w:outlineLvl w:val="5"/>
    </w:pPr>
    <w:rPr>
      <w:b/>
      <w:bCs/>
      <w:color w:val="E65B01" w:themeColor="accent1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rsid w:val="00821E10"/>
    <w:pPr>
      <w:contextualSpacing w:val="0"/>
      <w:outlineLvl w:val="6"/>
    </w:pPr>
    <w:rPr>
      <w:b/>
      <w:bCs/>
      <w:i/>
      <w:iCs/>
      <w:color w:val="E65B01" w:themeColor="accent1" w:themeShade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821E10"/>
    <w:pPr>
      <w:contextualSpacing w:val="0"/>
      <w:outlineLvl w:val="7"/>
    </w:pPr>
    <w:rPr>
      <w:b/>
      <w:bCs/>
      <w:color w:val="3667C3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rsid w:val="00821E10"/>
    <w:pPr>
      <w:contextualSpacing w:val="0"/>
      <w:outlineLvl w:val="8"/>
    </w:pPr>
    <w:rPr>
      <w:b/>
      <w:bCs/>
      <w:i/>
      <w:iCs/>
      <w:color w:val="3667C3" w:themeColor="accent2" w:themeShade="BF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1"/>
    <w:rsid w:val="00821E10"/>
    <w:pPr>
      <w:spacing w:after="0" w:line="240" w:lineRule="auto"/>
    </w:pPr>
    <w:rPr>
      <w:rFonts w:eastAsiaTheme="minorEastAsia" w:cstheme="minorBidi"/>
      <w:lang w:val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traitnormal">
    <w:name w:val="Normal Indent"/>
    <w:basedOn w:val="Normal"/>
    <w:uiPriority w:val="99"/>
    <w:unhideWhenUsed/>
    <w:rsid w:val="00821E10"/>
    <w:pPr>
      <w:ind w:left="720"/>
    </w:pPr>
  </w:style>
  <w:style w:type="paragraph" w:customStyle="1" w:styleId="Section">
    <w:name w:val="Section"/>
    <w:basedOn w:val="Normal"/>
    <w:uiPriority w:val="2"/>
    <w:qFormat/>
    <w:rsid w:val="00821E10"/>
    <w:pPr>
      <w:spacing w:before="200" w:line="240" w:lineRule="auto"/>
    </w:pPr>
    <w:rPr>
      <w:rFonts w:asciiTheme="majorHAnsi" w:eastAsiaTheme="majorEastAsia" w:hAnsiTheme="majorHAnsi" w:cstheme="majorBidi"/>
      <w:caps/>
      <w:noProof/>
      <w:spacing w:val="10"/>
    </w:rPr>
  </w:style>
  <w:style w:type="paragraph" w:customStyle="1" w:styleId="Sous-section">
    <w:name w:val="Sous-section"/>
    <w:basedOn w:val="Normal"/>
    <w:uiPriority w:val="2"/>
    <w:qFormat/>
    <w:rsid w:val="00821E10"/>
    <w:pPr>
      <w:spacing w:before="60"/>
    </w:pPr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821E10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1E10"/>
    <w:rPr>
      <w:color w:val="575F6D" w:themeColor="text2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821E10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1E10"/>
    <w:rPr>
      <w:color w:val="575F6D" w:themeColor="text2"/>
      <w:sz w:val="20"/>
    </w:rPr>
  </w:style>
  <w:style w:type="character" w:styleId="lev">
    <w:name w:val="Strong"/>
    <w:basedOn w:val="Policepardfaut"/>
    <w:uiPriority w:val="22"/>
    <w:qFormat/>
    <w:rsid w:val="00821E10"/>
    <w:rPr>
      <w:b/>
      <w:bCs/>
    </w:rPr>
  </w:style>
  <w:style w:type="character" w:styleId="Titredulivre">
    <w:name w:val="Book Title"/>
    <w:basedOn w:val="Policepardfaut"/>
    <w:uiPriority w:val="13"/>
    <w:qFormat/>
    <w:rsid w:val="00821E10"/>
    <w:rPr>
      <w:rFonts w:eastAsiaTheme="minorEastAsia" w:cstheme="minorBidi"/>
      <w:bCs w:val="0"/>
      <w:iCs w:val="0"/>
      <w:smallCaps/>
      <w:color w:val="000000"/>
      <w:spacing w:val="10"/>
      <w:szCs w:val="20"/>
      <w:lang w:val="fr-FR"/>
    </w:rPr>
  </w:style>
  <w:style w:type="character" w:styleId="Accentuation">
    <w:name w:val="Emphasis"/>
    <w:uiPriority w:val="20"/>
    <w:qFormat/>
    <w:rsid w:val="00821E10"/>
    <w:rPr>
      <w:rFonts w:eastAsiaTheme="minorEastAsia" w:cstheme="minorBidi"/>
      <w:b/>
      <w:bCs/>
      <w:i/>
      <w:iCs/>
      <w:color w:val="2B2F36" w:themeColor="text2" w:themeShade="80"/>
      <w:spacing w:val="10"/>
      <w:sz w:val="18"/>
      <w:szCs w:val="18"/>
      <w:lang w:val="fr-FR"/>
    </w:rPr>
  </w:style>
  <w:style w:type="character" w:customStyle="1" w:styleId="Titre1Car">
    <w:name w:val="Titre 1 Car"/>
    <w:basedOn w:val="Policepardfaut"/>
    <w:link w:val="Titre1"/>
    <w:uiPriority w:val="9"/>
    <w:semiHidden/>
    <w:rsid w:val="00821E10"/>
    <w:rPr>
      <w:rFonts w:asciiTheme="majorHAnsi" w:eastAsiaTheme="majorEastAsia" w:hAnsiTheme="majorHAnsi" w:cstheme="majorBidi"/>
      <w:smallCaps/>
      <w:color w:val="414751" w:themeColor="text2" w:themeShade="BF"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821E10"/>
    <w:rPr>
      <w:rFonts w:asciiTheme="majorHAnsi" w:eastAsiaTheme="majorEastAsia" w:hAnsiTheme="majorHAnsi" w:cstheme="majorBidi"/>
      <w:color w:val="414751" w:themeColor="text2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821E10"/>
    <w:rPr>
      <w:rFonts w:asciiTheme="majorHAnsi" w:eastAsiaTheme="majorEastAsia" w:hAnsiTheme="majorHAnsi" w:cstheme="majorBidi"/>
      <w:color w:val="414751" w:themeColor="text2" w:themeShade="BF"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21E10"/>
    <w:rPr>
      <w:rFonts w:asciiTheme="majorHAnsi" w:eastAsiaTheme="majorEastAsia" w:hAnsiTheme="majorHAnsi" w:cstheme="majorBidi"/>
      <w:color w:val="E65B0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21E10"/>
    <w:rPr>
      <w:i/>
      <w:iCs/>
      <w:color w:val="E65B0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21E10"/>
    <w:rPr>
      <w:b/>
      <w:bCs/>
      <w:color w:val="E65B01" w:themeColor="accent1" w:themeShade="B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21E10"/>
    <w:rPr>
      <w:b/>
      <w:bCs/>
      <w:i/>
      <w:iCs/>
      <w:color w:val="E65B01" w:themeColor="accent1" w:themeShade="B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21E10"/>
    <w:rPr>
      <w:b/>
      <w:bCs/>
      <w:color w:val="3667C3" w:themeColor="accent2" w:themeShade="BF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21E10"/>
    <w:rPr>
      <w:b/>
      <w:bCs/>
      <w:i/>
      <w:iCs/>
      <w:color w:val="3667C3" w:themeColor="accent2" w:themeShade="BF"/>
      <w:sz w:val="18"/>
      <w:szCs w:val="18"/>
    </w:rPr>
  </w:style>
  <w:style w:type="character" w:styleId="Accentuationintense">
    <w:name w:val="Intense Emphasis"/>
    <w:basedOn w:val="Policepardfaut"/>
    <w:uiPriority w:val="21"/>
    <w:qFormat/>
    <w:rsid w:val="00821E10"/>
    <w:rPr>
      <w:i/>
      <w:iCs/>
      <w:caps/>
      <w:color w:val="E65B01" w:themeColor="accent1" w:themeShade="BF"/>
      <w:spacing w:val="10"/>
      <w:sz w:val="18"/>
      <w:szCs w:val="18"/>
    </w:rPr>
  </w:style>
  <w:style w:type="paragraph" w:styleId="Citationintense">
    <w:name w:val="Intense Quote"/>
    <w:basedOn w:val="Citation"/>
    <w:link w:val="CitationintenseCar"/>
    <w:uiPriority w:val="30"/>
    <w:qFormat/>
    <w:rsid w:val="00821E10"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21E10"/>
    <w:rPr>
      <w:color w:val="E65B01" w:themeColor="accent1" w:themeShade="BF"/>
      <w:sz w:val="20"/>
    </w:rPr>
  </w:style>
  <w:style w:type="paragraph" w:styleId="Citation">
    <w:name w:val="Quote"/>
    <w:basedOn w:val="Normal"/>
    <w:link w:val="CitationCar"/>
    <w:uiPriority w:val="29"/>
    <w:qFormat/>
    <w:rsid w:val="00821E10"/>
    <w:pPr>
      <w:spacing w:after="200"/>
      <w:contextualSpacing w:val="0"/>
    </w:pPr>
    <w:rPr>
      <w:i/>
      <w:iCs/>
      <w:color w:val="414751" w:themeColor="text2" w:themeShade="BF"/>
    </w:rPr>
  </w:style>
  <w:style w:type="character" w:customStyle="1" w:styleId="CitationCar">
    <w:name w:val="Citation Car"/>
    <w:basedOn w:val="Policepardfaut"/>
    <w:link w:val="Citation"/>
    <w:uiPriority w:val="29"/>
    <w:rsid w:val="00821E10"/>
    <w:rPr>
      <w:i/>
      <w:iCs/>
      <w:color w:val="414751" w:themeColor="text2" w:themeShade="BF"/>
      <w:sz w:val="20"/>
    </w:rPr>
  </w:style>
  <w:style w:type="character" w:styleId="Rfrenceintense">
    <w:name w:val="Intense Reference"/>
    <w:basedOn w:val="Policepardfaut"/>
    <w:uiPriority w:val="32"/>
    <w:qFormat/>
    <w:rsid w:val="00821E10"/>
    <w:rPr>
      <w:b/>
      <w:bCs/>
      <w:caps/>
      <w:color w:val="3667C3" w:themeColor="accent2" w:themeShade="BF"/>
      <w:spacing w:val="5"/>
      <w:sz w:val="18"/>
      <w:szCs w:val="18"/>
    </w:rPr>
  </w:style>
  <w:style w:type="paragraph" w:styleId="Sous-titre">
    <w:name w:val="Subtitle"/>
    <w:basedOn w:val="Normal"/>
    <w:link w:val="Sous-titreCar"/>
    <w:uiPriority w:val="11"/>
    <w:rsid w:val="00821E10"/>
    <w:pPr>
      <w:spacing w:after="200"/>
      <w:contextualSpacing w:val="0"/>
    </w:pPr>
    <w:rPr>
      <w:i/>
      <w:iCs/>
      <w:spacing w:val="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21E10"/>
    <w:rPr>
      <w:i/>
      <w:iCs/>
      <w:color w:val="575F6D" w:themeColor="text2"/>
      <w:spacing w:val="5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821E10"/>
    <w:rPr>
      <w:i/>
      <w:iCs/>
      <w:color w:val="E65B01" w:themeColor="accent1" w:themeShade="BF"/>
    </w:rPr>
  </w:style>
  <w:style w:type="character" w:styleId="Rfrencelgre">
    <w:name w:val="Subtle Reference"/>
    <w:basedOn w:val="Policepardfaut"/>
    <w:uiPriority w:val="31"/>
    <w:qFormat/>
    <w:rsid w:val="00821E10"/>
    <w:rPr>
      <w:b/>
      <w:bCs/>
      <w:i/>
      <w:iCs/>
      <w:color w:val="3667C3" w:themeColor="accent2" w:themeShade="BF"/>
    </w:rPr>
  </w:style>
  <w:style w:type="paragraph" w:styleId="Titre">
    <w:name w:val="Title"/>
    <w:basedOn w:val="Normal"/>
    <w:link w:val="TitreCar"/>
    <w:uiPriority w:val="10"/>
    <w:rsid w:val="00821E10"/>
    <w:pPr>
      <w:spacing w:after="200"/>
      <w:contextualSpacing w:val="0"/>
    </w:pPr>
    <w:rPr>
      <w:rFonts w:asciiTheme="majorHAnsi" w:eastAsiaTheme="majorEastAsia" w:hAnsiTheme="majorHAnsi" w:cstheme="majorBidi"/>
      <w:smallCaps/>
      <w:color w:val="FE8637" w:themeColor="accent1"/>
      <w:spacing w:val="10"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821E10"/>
    <w:rPr>
      <w:rFonts w:asciiTheme="majorHAnsi" w:eastAsiaTheme="majorEastAsia" w:hAnsiTheme="majorHAnsi" w:cstheme="majorBidi"/>
      <w:smallCaps/>
      <w:color w:val="FE8637" w:themeColor="accent1"/>
      <w:spacing w:val="10"/>
      <w:sz w:val="48"/>
      <w:szCs w:val="48"/>
    </w:rPr>
  </w:style>
  <w:style w:type="numbering" w:customStyle="1" w:styleId="Listenumrote">
    <w:name w:val="Liste numérotée"/>
    <w:uiPriority w:val="99"/>
    <w:rsid w:val="00821E10"/>
    <w:pPr>
      <w:numPr>
        <w:numId w:val="9"/>
      </w:numPr>
    </w:pPr>
  </w:style>
  <w:style w:type="numbering" w:customStyle="1" w:styleId="Listepuces1">
    <w:name w:val="Liste à puces1"/>
    <w:uiPriority w:val="99"/>
    <w:rsid w:val="00821E10"/>
    <w:pPr>
      <w:numPr>
        <w:numId w:val="10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21E10"/>
    <w:pPr>
      <w:spacing w:line="240" w:lineRule="auto"/>
    </w:pPr>
    <w:rPr>
      <w:rFonts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1E10"/>
    <w:rPr>
      <w:rFonts w:eastAsiaTheme="minorEastAsia" w:hAnsi="Tahoma" w:cstheme="minorBidi"/>
      <w:color w:val="575F6D" w:themeColor="text2"/>
      <w:sz w:val="16"/>
      <w:szCs w:val="16"/>
      <w:lang w:val="fr-FR"/>
    </w:rPr>
  </w:style>
  <w:style w:type="paragraph" w:styleId="Listepuces">
    <w:name w:val="List Bullet"/>
    <w:basedOn w:val="Retraitnormal"/>
    <w:uiPriority w:val="99"/>
    <w:unhideWhenUsed/>
    <w:rsid w:val="00821E10"/>
    <w:pPr>
      <w:numPr>
        <w:numId w:val="23"/>
      </w:numPr>
    </w:pPr>
  </w:style>
  <w:style w:type="paragraph" w:customStyle="1" w:styleId="Nom">
    <w:name w:val="Nom"/>
    <w:basedOn w:val="Normal"/>
    <w:uiPriority w:val="2"/>
    <w:qFormat/>
    <w:rsid w:val="00821E10"/>
    <w:rPr>
      <w:caps/>
      <w:color w:val="FFFFFF" w:themeColor="background1"/>
      <w:sz w:val="44"/>
      <w:szCs w:val="44"/>
    </w:rPr>
  </w:style>
  <w:style w:type="paragraph" w:customStyle="1" w:styleId="Adressedelexpditeur">
    <w:name w:val="Adresse de l'expéditeur"/>
    <w:basedOn w:val="Normal"/>
    <w:uiPriority w:val="3"/>
    <w:semiHidden/>
    <w:unhideWhenUsed/>
    <w:qFormat/>
    <w:rsid w:val="00821E10"/>
    <w:pPr>
      <w:spacing w:line="240" w:lineRule="auto"/>
    </w:pPr>
    <w:rPr>
      <w:color w:val="FFFFFF" w:themeColor="background1"/>
      <w:sz w:val="22"/>
      <w:szCs w:val="22"/>
    </w:rPr>
  </w:style>
  <w:style w:type="paragraph" w:styleId="Sansinterligne">
    <w:name w:val="No Spacing"/>
    <w:uiPriority w:val="1"/>
    <w:unhideWhenUsed/>
    <w:qFormat/>
    <w:rsid w:val="00821E10"/>
    <w:pPr>
      <w:spacing w:after="0" w:line="240" w:lineRule="auto"/>
    </w:pPr>
    <w:rPr>
      <w:rFonts w:eastAsiaTheme="minorEastAsia" w:cstheme="minorBidi"/>
      <w:color w:val="414751" w:themeColor="text2" w:themeShade="BF"/>
      <w:sz w:val="20"/>
      <w:szCs w:val="20"/>
      <w:lang w:val="fr-FR"/>
    </w:rPr>
  </w:style>
  <w:style w:type="paragraph" w:styleId="Salutations">
    <w:name w:val="Salutation"/>
    <w:basedOn w:val="Retraitnormal"/>
    <w:next w:val="Normal"/>
    <w:link w:val="SalutationsCar"/>
    <w:uiPriority w:val="4"/>
    <w:unhideWhenUsed/>
    <w:qFormat/>
    <w:rsid w:val="00821E10"/>
    <w:pPr>
      <w:spacing w:after="200"/>
      <w:ind w:left="0"/>
      <w:contextualSpacing w:val="0"/>
    </w:pPr>
    <w:rPr>
      <w:b/>
      <w:bCs/>
      <w:color w:val="414751" w:themeColor="text2" w:themeShade="BF"/>
    </w:rPr>
  </w:style>
  <w:style w:type="character" w:customStyle="1" w:styleId="SalutationsCar">
    <w:name w:val="Salutations Car"/>
    <w:basedOn w:val="Policepardfaut"/>
    <w:link w:val="Salutations"/>
    <w:uiPriority w:val="4"/>
    <w:rsid w:val="00821E10"/>
    <w:rPr>
      <w:b/>
      <w:bCs/>
      <w:color w:val="414751" w:themeColor="text2" w:themeShade="BF"/>
      <w:sz w:val="20"/>
    </w:rPr>
  </w:style>
  <w:style w:type="paragraph" w:customStyle="1" w:styleId="Adressedudestinataire">
    <w:name w:val="Adresse du destinataire"/>
    <w:basedOn w:val="Sansinterligne"/>
    <w:uiPriority w:val="3"/>
    <w:semiHidden/>
    <w:unhideWhenUsed/>
    <w:qFormat/>
    <w:rsid w:val="00821E10"/>
    <w:pPr>
      <w:spacing w:after="480"/>
      <w:contextualSpacing/>
    </w:pPr>
    <w:rPr>
      <w:rFonts w:asciiTheme="majorHAnsi" w:eastAsiaTheme="majorEastAsia" w:hAnsiTheme="majorHAnsi" w:cstheme="majorBidi"/>
    </w:rPr>
  </w:style>
  <w:style w:type="paragraph" w:styleId="Formuledepolitesse">
    <w:name w:val="Closing"/>
    <w:basedOn w:val="Sansinterligne"/>
    <w:link w:val="FormuledepolitesseCar"/>
    <w:uiPriority w:val="4"/>
    <w:semiHidden/>
    <w:unhideWhenUsed/>
    <w:qFormat/>
    <w:rsid w:val="00821E10"/>
    <w:pPr>
      <w:spacing w:before="960" w:after="960"/>
      <w:ind w:right="2520"/>
    </w:pPr>
  </w:style>
  <w:style w:type="character" w:customStyle="1" w:styleId="FormuledepolitesseCar">
    <w:name w:val="Formule de politesse Car"/>
    <w:basedOn w:val="Policepardfaut"/>
    <w:link w:val="Formuledepolitesse"/>
    <w:uiPriority w:val="4"/>
    <w:semiHidden/>
    <w:rsid w:val="00821E10"/>
    <w:rPr>
      <w:rFonts w:eastAsiaTheme="minorEastAsia" w:cstheme="minorBidi"/>
      <w:color w:val="414751" w:themeColor="text2" w:themeShade="BF"/>
      <w:sz w:val="20"/>
      <w:szCs w:val="20"/>
      <w:lang w:val="fr-FR"/>
    </w:rPr>
  </w:style>
  <w:style w:type="paragraph" w:styleId="Date">
    <w:name w:val="Date"/>
    <w:basedOn w:val="Normal"/>
    <w:next w:val="Normal"/>
    <w:link w:val="DateCar"/>
    <w:uiPriority w:val="99"/>
    <w:unhideWhenUsed/>
    <w:rsid w:val="00821E10"/>
    <w:pPr>
      <w:spacing w:after="200"/>
      <w:contextualSpacing w:val="0"/>
    </w:pPr>
    <w:rPr>
      <w:b/>
      <w:bCs/>
      <w:color w:val="FE8637" w:themeColor="accent1"/>
    </w:rPr>
  </w:style>
  <w:style w:type="character" w:customStyle="1" w:styleId="DateCar">
    <w:name w:val="Date Car"/>
    <w:basedOn w:val="Policepardfaut"/>
    <w:link w:val="Date"/>
    <w:uiPriority w:val="99"/>
    <w:rsid w:val="00821E10"/>
    <w:rPr>
      <w:rFonts w:eastAsiaTheme="minorEastAsia" w:cstheme="minorBidi"/>
      <w:b/>
      <w:bCs/>
      <w:color w:val="FE8637" w:themeColor="accent1"/>
      <w:sz w:val="20"/>
      <w:szCs w:val="20"/>
      <w:lang w:val="fr-FR"/>
    </w:rPr>
  </w:style>
  <w:style w:type="paragraph" w:customStyle="1" w:styleId="Nomdudestinataire">
    <w:name w:val="Nom du destinataire"/>
    <w:basedOn w:val="Normal"/>
    <w:uiPriority w:val="3"/>
    <w:semiHidden/>
    <w:unhideWhenUsed/>
    <w:qFormat/>
    <w:rsid w:val="00821E10"/>
    <w:pPr>
      <w:spacing w:before="480" w:line="240" w:lineRule="auto"/>
    </w:pPr>
    <w:rPr>
      <w:b/>
      <w:bCs/>
      <w:color w:val="414751" w:themeColor="text2" w:themeShade="BF"/>
    </w:rPr>
  </w:style>
  <w:style w:type="character" w:styleId="Textedelespacerserv">
    <w:name w:val="Placeholder Text"/>
    <w:basedOn w:val="Policepardfaut"/>
    <w:uiPriority w:val="99"/>
    <w:unhideWhenUsed/>
    <w:rsid w:val="00821E10"/>
    <w:rPr>
      <w:color w:val="808080"/>
    </w:rPr>
  </w:style>
  <w:style w:type="character" w:customStyle="1" w:styleId="metadata--doi">
    <w:name w:val="metadata--doi"/>
    <w:basedOn w:val="Policepardfaut"/>
    <w:rsid w:val="005555C4"/>
  </w:style>
  <w:style w:type="character" w:styleId="Lienhypertexte">
    <w:name w:val="Hyperlink"/>
    <w:basedOn w:val="Policepardfaut"/>
    <w:uiPriority w:val="99"/>
    <w:unhideWhenUsed/>
    <w:rsid w:val="005555C4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9663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C65FB"/>
    <w:rPr>
      <w:color w:val="3B435B" w:themeColor="followedHyperlink"/>
      <w:u w:val="single"/>
    </w:rPr>
  </w:style>
  <w:style w:type="paragraph" w:styleId="Paragraphedeliste">
    <w:name w:val="List Paragraph"/>
    <w:basedOn w:val="Normal"/>
    <w:uiPriority w:val="6"/>
    <w:qFormat/>
    <w:rsid w:val="0049377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2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in.guillard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6\Oriel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B40ADA32F147979BD709998CABDC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801743-E3DB-4154-BE66-1DECB25AEA1E}"/>
      </w:docPartPr>
      <w:docPartBody>
        <w:p w:rsidR="005A35AC" w:rsidRDefault="00B74E79" w:rsidP="00B74E79">
          <w:pPr>
            <w:pStyle w:val="2DB40ADA32F147979BD709998CABDC02"/>
          </w:pPr>
          <w:r>
            <w:rPr>
              <w:caps/>
              <w:color w:val="FFFFFF" w:themeColor="background1"/>
              <w:sz w:val="44"/>
              <w:szCs w:val="44"/>
            </w:rPr>
            <w:t>[Tapez votre nom]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Gothic Std B">
    <w:panose1 w:val="020B08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848"/>
    <w:rsid w:val="00004D41"/>
    <w:rsid w:val="000200C8"/>
    <w:rsid w:val="00051C80"/>
    <w:rsid w:val="00051D93"/>
    <w:rsid w:val="000817E9"/>
    <w:rsid w:val="000B23A7"/>
    <w:rsid w:val="000B3B9F"/>
    <w:rsid w:val="00257EC2"/>
    <w:rsid w:val="003402E2"/>
    <w:rsid w:val="00354E35"/>
    <w:rsid w:val="003628DF"/>
    <w:rsid w:val="003D1240"/>
    <w:rsid w:val="003E242A"/>
    <w:rsid w:val="00413F1C"/>
    <w:rsid w:val="0044547A"/>
    <w:rsid w:val="005651F1"/>
    <w:rsid w:val="00570848"/>
    <w:rsid w:val="005A35AC"/>
    <w:rsid w:val="005E13A9"/>
    <w:rsid w:val="006114CA"/>
    <w:rsid w:val="006E14AB"/>
    <w:rsid w:val="0071462A"/>
    <w:rsid w:val="00760B14"/>
    <w:rsid w:val="00780353"/>
    <w:rsid w:val="007A2B85"/>
    <w:rsid w:val="007A70DF"/>
    <w:rsid w:val="008142A1"/>
    <w:rsid w:val="008C4408"/>
    <w:rsid w:val="00905A24"/>
    <w:rsid w:val="009108EA"/>
    <w:rsid w:val="00913DA6"/>
    <w:rsid w:val="00926D85"/>
    <w:rsid w:val="00933379"/>
    <w:rsid w:val="0097615A"/>
    <w:rsid w:val="009E7FA0"/>
    <w:rsid w:val="00A20E5F"/>
    <w:rsid w:val="00A867F5"/>
    <w:rsid w:val="00B34E19"/>
    <w:rsid w:val="00B3589C"/>
    <w:rsid w:val="00B74E79"/>
    <w:rsid w:val="00CD37F7"/>
    <w:rsid w:val="00CE0618"/>
    <w:rsid w:val="00CF3CAE"/>
    <w:rsid w:val="00D900C6"/>
    <w:rsid w:val="00DF6244"/>
    <w:rsid w:val="00E00834"/>
    <w:rsid w:val="00E60ADB"/>
    <w:rsid w:val="00ED3E30"/>
    <w:rsid w:val="00FD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83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DB40ADA32F147979BD709998CABDC02">
    <w:name w:val="2DB40ADA32F147979BD709998CABDC02"/>
    <w:rsid w:val="00B74E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3E3AE7FB-248E-4275-8DBE-A653F53FB4D2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OrielResume.Dotx</Template>
  <TotalTime>2</TotalTime>
  <Pages>1</Pages>
  <Words>398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2005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GUILLARD</dc:creator>
  <cp:lastModifiedBy>Robin GUILLARD</cp:lastModifiedBy>
  <cp:revision>3</cp:revision>
  <cp:lastPrinted>2025-09-26T04:41:00Z</cp:lastPrinted>
  <dcterms:created xsi:type="dcterms:W3CDTF">2025-09-26T22:26:00Z</dcterms:created>
  <dcterms:modified xsi:type="dcterms:W3CDTF">2025-09-26T22:29:00Z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1036</vt:i4>
  </property>
  <property fmtid="{D5CDD505-2E9C-101B-9397-08002B2CF9AE}" pid="3" name="_Version">
    <vt:lpwstr>0809</vt:lpwstr>
  </property>
</Properties>
</file>